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7071C8">
        <w:rPr>
          <w:rFonts w:ascii="Arial" w:hAnsi="Arial" w:cs="Arial"/>
          <w:b/>
          <w:color w:val="76923C" w:themeColor="accent3" w:themeShade="BF"/>
          <w:sz w:val="28"/>
          <w:szCs w:val="28"/>
        </w:rPr>
        <w:t>CHU-CHU-WA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0845E6" w:rsidRDefault="000845E6" w:rsidP="000845E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"paroles de la chanson chu-chu-</w:t>
      </w:r>
      <w:proofErr w:type="spellStart"/>
      <w:r>
        <w:rPr>
          <w:rFonts w:ascii="Arial" w:hAnsi="Arial" w:cs="Arial"/>
        </w:rPr>
        <w:t>wa</w:t>
      </w:r>
      <w:proofErr w:type="spellEnd"/>
      <w:r>
        <w:rPr>
          <w:rFonts w:ascii="Arial" w:hAnsi="Arial" w:cs="Arial"/>
        </w:rPr>
        <w:t xml:space="preserve">" </w:t>
      </w:r>
    </w:p>
    <w:p w:rsidR="000845E6" w:rsidRDefault="000845E6" w:rsidP="000845E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appareil pour lancer la musique (téléphone ou autre) </w:t>
      </w:r>
    </w:p>
    <w:p w:rsidR="000845E6" w:rsidRDefault="000845E6" w:rsidP="000845E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0845E6" w:rsidRDefault="000845E6" w:rsidP="000845E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7071C8" w:rsidRDefault="007071C8" w:rsidP="007071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37771" w:rsidP="00CB202E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0845E6">
        <w:rPr>
          <w:rFonts w:ascii="Arial" w:hAnsi="Arial" w:cs="Arial"/>
          <w:b/>
        </w:rPr>
        <w:t>pprendre les paroles de la chanson chu-chu-</w:t>
      </w:r>
      <w:proofErr w:type="spellStart"/>
      <w:r w:rsidR="000845E6">
        <w:rPr>
          <w:rFonts w:ascii="Arial" w:hAnsi="Arial" w:cs="Arial"/>
          <w:b/>
        </w:rPr>
        <w:t>wa</w:t>
      </w:r>
      <w:proofErr w:type="spellEnd"/>
      <w:r w:rsidR="000845E6">
        <w:rPr>
          <w:rFonts w:ascii="Arial" w:hAnsi="Arial" w:cs="Arial"/>
          <w:b/>
        </w:rPr>
        <w:t xml:space="preserve"> en espagnol ainsi que la chorégraphie puis chanter et danser ensemble. 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37771" w:rsidRPr="000845E6" w:rsidRDefault="000845E6" w:rsidP="000845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0845E6">
        <w:rPr>
          <w:rFonts w:ascii="Arial" w:hAnsi="Arial" w:cs="Arial"/>
          <w:b/>
        </w:rPr>
        <w:t xml:space="preserve">Les élèves se réunissent autour de la table et font connaissance avec l'adulte qui anime le jeu. </w:t>
      </w:r>
    </w:p>
    <w:p w:rsidR="00AC0212" w:rsidRDefault="00AC0212" w:rsidP="000845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qui anime l'activité</w:t>
      </w:r>
      <w:r w:rsidR="000845E6">
        <w:rPr>
          <w:rFonts w:ascii="Arial" w:hAnsi="Arial" w:cs="Arial"/>
          <w:b/>
        </w:rPr>
        <w:t xml:space="preserve"> explique la chanson</w:t>
      </w:r>
      <w:r w:rsidR="007071C8">
        <w:rPr>
          <w:rFonts w:ascii="Arial" w:hAnsi="Arial" w:cs="Arial"/>
          <w:b/>
        </w:rPr>
        <w:t xml:space="preserve"> chu-chu-</w:t>
      </w:r>
      <w:proofErr w:type="spellStart"/>
      <w:r w:rsidR="007071C8">
        <w:rPr>
          <w:rFonts w:ascii="Arial" w:hAnsi="Arial" w:cs="Arial"/>
          <w:b/>
        </w:rPr>
        <w:t>wa</w:t>
      </w:r>
      <w:proofErr w:type="spellEnd"/>
      <w:r w:rsidR="000845E6">
        <w:rPr>
          <w:rFonts w:ascii="Arial" w:hAnsi="Arial" w:cs="Arial"/>
          <w:b/>
        </w:rPr>
        <w:t xml:space="preserve"> aux élèves</w:t>
      </w:r>
      <w:r w:rsidR="00FD2969">
        <w:rPr>
          <w:rFonts w:ascii="Arial" w:hAnsi="Arial" w:cs="Arial"/>
          <w:b/>
        </w:rPr>
        <w:t>;</w:t>
      </w:r>
      <w:r>
        <w:rPr>
          <w:rFonts w:ascii="Arial" w:hAnsi="Arial" w:cs="Arial"/>
          <w:b/>
        </w:rPr>
        <w:t xml:space="preserve"> pour ce faire, les paroles de la chanson sont imprimées. </w:t>
      </w:r>
    </w:p>
    <w:p w:rsidR="00AC0212" w:rsidRDefault="00AC0212" w:rsidP="000845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Les élèves répètent les paroles au fur et à mesure.</w:t>
      </w:r>
    </w:p>
    <w:p w:rsidR="000845E6" w:rsidRDefault="00AC0212" w:rsidP="000845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0845E6">
        <w:rPr>
          <w:rFonts w:ascii="Arial" w:hAnsi="Arial" w:cs="Arial"/>
          <w:b/>
        </w:rPr>
        <w:t>uis</w:t>
      </w:r>
      <w:r>
        <w:rPr>
          <w:rFonts w:ascii="Arial" w:hAnsi="Arial" w:cs="Arial"/>
          <w:b/>
        </w:rPr>
        <w:t>, l'adulte qui anime l'activité</w:t>
      </w:r>
      <w:r w:rsidR="000845E6">
        <w:rPr>
          <w:rFonts w:ascii="Arial" w:hAnsi="Arial" w:cs="Arial"/>
          <w:b/>
        </w:rPr>
        <w:t xml:space="preserve"> montre les gestes à réaliser durant la chanson. </w:t>
      </w:r>
    </w:p>
    <w:p w:rsidR="000845E6" w:rsidRDefault="000845E6" w:rsidP="000845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élèves chantent et dansent ensemble sur le rythme de la chanson. </w:t>
      </w:r>
    </w:p>
    <w:p w:rsidR="000845E6" w:rsidRPr="000845E6" w:rsidRDefault="000845E6" w:rsidP="007071C8">
      <w:pPr>
        <w:pStyle w:val="Paragraphedeliste"/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0845E6" w:rsidRPr="000845E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845E6"/>
    <w:rsid w:val="000E4464"/>
    <w:rsid w:val="00177EC9"/>
    <w:rsid w:val="001A4A00"/>
    <w:rsid w:val="003F707B"/>
    <w:rsid w:val="004163C9"/>
    <w:rsid w:val="004A3EDD"/>
    <w:rsid w:val="004B3F3D"/>
    <w:rsid w:val="00507F03"/>
    <w:rsid w:val="00687DE3"/>
    <w:rsid w:val="007071C8"/>
    <w:rsid w:val="007D5C21"/>
    <w:rsid w:val="00837771"/>
    <w:rsid w:val="00AC0212"/>
    <w:rsid w:val="00B431DF"/>
    <w:rsid w:val="00C113DD"/>
    <w:rsid w:val="00C45E62"/>
    <w:rsid w:val="00CB202E"/>
    <w:rsid w:val="00D61C79"/>
    <w:rsid w:val="00DF5E50"/>
    <w:rsid w:val="00FD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4CD3F6A6.dotm</Template>
  <TotalTime>0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De Matteis Yves (DSE)</cp:lastModifiedBy>
  <cp:revision>2</cp:revision>
  <dcterms:created xsi:type="dcterms:W3CDTF">2019-07-22T08:32:00Z</dcterms:created>
  <dcterms:modified xsi:type="dcterms:W3CDTF">2019-07-22T08:32:00Z</dcterms:modified>
</cp:coreProperties>
</file>